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235B8" w14:textId="183CCFBA" w:rsidR="00C47516" w:rsidRDefault="00234DAF" w:rsidP="00234DAF">
      <w:pPr>
        <w:pStyle w:val="CI-Arial-Titel"/>
      </w:pPr>
      <w:r>
        <w:t>Checkliste Anschaffung Fahrrad-Bürostuhl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3"/>
        <w:gridCol w:w="1833"/>
        <w:gridCol w:w="1834"/>
        <w:gridCol w:w="1834"/>
        <w:gridCol w:w="1834"/>
      </w:tblGrid>
      <w:tr w:rsidR="00234DAF" w14:paraId="3BF70513" w14:textId="77777777" w:rsidTr="004F2899">
        <w:trPr>
          <w:tblHeader/>
        </w:trPr>
        <w:tc>
          <w:tcPr>
            <w:tcW w:w="1833" w:type="dxa"/>
          </w:tcPr>
          <w:p w14:paraId="62F405F7" w14:textId="77777777" w:rsidR="009534E4" w:rsidRDefault="009534E4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Fahrrad</w:t>
            </w:r>
          </w:p>
          <w:p w14:paraId="35E99D74" w14:textId="53AB0538" w:rsidR="00234DAF" w:rsidRPr="004F2899" w:rsidRDefault="009534E4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Bürostuhl</w:t>
            </w:r>
          </w:p>
        </w:tc>
        <w:tc>
          <w:tcPr>
            <w:tcW w:w="1833" w:type="dxa"/>
          </w:tcPr>
          <w:p w14:paraId="2EDFF59B" w14:textId="77777777" w:rsidR="00234DAF" w:rsidRDefault="00561E3B" w:rsidP="00234DAF">
            <w:pPr>
              <w:pStyle w:val="CItabletex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63892DA" wp14:editId="05114655">
                  <wp:extent cx="478971" cy="1065042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05" r="23923"/>
                          <a:stretch/>
                        </pic:blipFill>
                        <pic:spPr bwMode="auto">
                          <a:xfrm>
                            <a:off x="0" y="0"/>
                            <a:ext cx="488554" cy="108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4A2E20" w14:textId="306AA95F" w:rsidR="00561E3B" w:rsidRPr="00561E3B" w:rsidRDefault="00561E3B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561E3B">
              <w:rPr>
                <w:rFonts w:ascii="Arial" w:hAnsi="Arial" w:cs="Arial"/>
                <w:b/>
                <w:bCs/>
              </w:rPr>
              <w:t>FitSeat</w:t>
            </w:r>
          </w:p>
        </w:tc>
        <w:tc>
          <w:tcPr>
            <w:tcW w:w="1834" w:type="dxa"/>
          </w:tcPr>
          <w:p w14:paraId="5ED86A4C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4" w:type="dxa"/>
          </w:tcPr>
          <w:p w14:paraId="2F72DC4C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4" w:type="dxa"/>
          </w:tcPr>
          <w:p w14:paraId="647A1EA8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</w:tr>
      <w:tr w:rsidR="00234DAF" w14:paraId="687D3F39" w14:textId="77777777" w:rsidTr="004F2899">
        <w:trPr>
          <w:tblHeader/>
        </w:trPr>
        <w:tc>
          <w:tcPr>
            <w:tcW w:w="1833" w:type="dxa"/>
          </w:tcPr>
          <w:p w14:paraId="74336631" w14:textId="69288FB2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 xml:space="preserve">Preis </w:t>
            </w:r>
            <w:r w:rsidR="00561E3B" w:rsidRPr="004F2899">
              <w:rPr>
                <w:rFonts w:ascii="Arial" w:hAnsi="Arial" w:cs="Arial"/>
                <w:b/>
                <w:bCs/>
              </w:rPr>
              <w:t>mieten [€]</w:t>
            </w:r>
          </w:p>
        </w:tc>
        <w:tc>
          <w:tcPr>
            <w:tcW w:w="1833" w:type="dxa"/>
          </w:tcPr>
          <w:p w14:paraId="72E4487B" w14:textId="29E19988" w:rsidR="00234DAF" w:rsidRPr="004F2899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 xml:space="preserve">Ab </w:t>
            </w:r>
            <w:r w:rsidR="00561E3B" w:rsidRPr="004F2899">
              <w:rPr>
                <w:rFonts w:ascii="Arial" w:hAnsi="Arial" w:cs="Arial"/>
                <w:sz w:val="18"/>
                <w:szCs w:val="18"/>
              </w:rPr>
              <w:t>1672,26 netto</w:t>
            </w:r>
          </w:p>
        </w:tc>
        <w:tc>
          <w:tcPr>
            <w:tcW w:w="1834" w:type="dxa"/>
          </w:tcPr>
          <w:p w14:paraId="3ABD7911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11DA47B0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7DFCDB7D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6FF530C7" w14:textId="77777777" w:rsidTr="004F2899">
        <w:trPr>
          <w:tblHeader/>
        </w:trPr>
        <w:tc>
          <w:tcPr>
            <w:tcW w:w="1833" w:type="dxa"/>
          </w:tcPr>
          <w:p w14:paraId="1295C529" w14:textId="40CDDB2A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 xml:space="preserve">Preis </w:t>
            </w:r>
            <w:r w:rsidR="00561E3B" w:rsidRPr="004F2899">
              <w:rPr>
                <w:rFonts w:ascii="Arial" w:hAnsi="Arial" w:cs="Arial"/>
                <w:b/>
                <w:bCs/>
              </w:rPr>
              <w:t xml:space="preserve">kaufen [€] </w:t>
            </w:r>
          </w:p>
        </w:tc>
        <w:tc>
          <w:tcPr>
            <w:tcW w:w="1833" w:type="dxa"/>
          </w:tcPr>
          <w:p w14:paraId="16B96913" w14:textId="566C9795" w:rsidR="00234DAF" w:rsidRPr="004F2899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 xml:space="preserve">Ab </w:t>
            </w:r>
            <w:r w:rsidR="00561E3B" w:rsidRPr="004F2899">
              <w:rPr>
                <w:rFonts w:ascii="Arial" w:hAnsi="Arial" w:cs="Arial"/>
                <w:sz w:val="18"/>
                <w:szCs w:val="18"/>
              </w:rPr>
              <w:t>49,90 netto pro Monat</w:t>
            </w:r>
          </w:p>
        </w:tc>
        <w:tc>
          <w:tcPr>
            <w:tcW w:w="1834" w:type="dxa"/>
          </w:tcPr>
          <w:p w14:paraId="6200B3B3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4FFAC3E6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623A41A5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0BBE6BA7" w14:textId="77777777" w:rsidTr="004F2899">
        <w:trPr>
          <w:tblHeader/>
        </w:trPr>
        <w:tc>
          <w:tcPr>
            <w:tcW w:w="1833" w:type="dxa"/>
          </w:tcPr>
          <w:p w14:paraId="457F5404" w14:textId="3FE6C7B3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Homepage</w:t>
            </w:r>
          </w:p>
        </w:tc>
        <w:tc>
          <w:tcPr>
            <w:tcW w:w="1833" w:type="dxa"/>
          </w:tcPr>
          <w:p w14:paraId="40C6EE4D" w14:textId="5D69A59B" w:rsidR="00234DAF" w:rsidRPr="004F2899" w:rsidRDefault="00561E3B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www.fitseat.de</w:t>
            </w:r>
          </w:p>
        </w:tc>
        <w:tc>
          <w:tcPr>
            <w:tcW w:w="1834" w:type="dxa"/>
          </w:tcPr>
          <w:p w14:paraId="2AB0D970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D9272E1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64E0FBB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0091CD85" w14:textId="77777777" w:rsidTr="004F2899">
        <w:trPr>
          <w:tblHeader/>
        </w:trPr>
        <w:tc>
          <w:tcPr>
            <w:tcW w:w="1833" w:type="dxa"/>
            <w:shd w:val="clear" w:color="auto" w:fill="107382" w:themeFill="accent1"/>
          </w:tcPr>
          <w:p w14:paraId="49ACEA7C" w14:textId="61974E18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  <w:t>Sicherheit</w:t>
            </w:r>
          </w:p>
        </w:tc>
        <w:tc>
          <w:tcPr>
            <w:tcW w:w="1833" w:type="dxa"/>
            <w:shd w:val="clear" w:color="auto" w:fill="107382" w:themeFill="accent1"/>
          </w:tcPr>
          <w:p w14:paraId="09AC7A55" w14:textId="77777777" w:rsidR="00234DAF" w:rsidRPr="004F2899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38DDB5D8" w14:textId="77777777" w:rsidR="00234DAF" w:rsidRPr="00234DAF" w:rsidRDefault="00234DAF" w:rsidP="00234DAF">
            <w:pPr>
              <w:pStyle w:val="CItabletext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2C95E454" w14:textId="77777777" w:rsidR="00234DAF" w:rsidRPr="00234DAF" w:rsidRDefault="00234DAF" w:rsidP="00234DAF">
            <w:pPr>
              <w:pStyle w:val="CItabletext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0D654196" w14:textId="77777777" w:rsidR="00234DAF" w:rsidRPr="00234DAF" w:rsidRDefault="00234DAF" w:rsidP="00234DAF">
            <w:pPr>
              <w:pStyle w:val="CItabletext"/>
              <w:rPr>
                <w:rFonts w:ascii="Arial" w:hAnsi="Arial" w:cs="Arial"/>
              </w:rPr>
            </w:pPr>
          </w:p>
        </w:tc>
      </w:tr>
      <w:tr w:rsidR="00234DAF" w14:paraId="08F09923" w14:textId="77777777" w:rsidTr="004F2899">
        <w:trPr>
          <w:tblHeader/>
        </w:trPr>
        <w:tc>
          <w:tcPr>
            <w:tcW w:w="1833" w:type="dxa"/>
          </w:tcPr>
          <w:p w14:paraId="298F8598" w14:textId="7527F73B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Montage</w:t>
            </w:r>
          </w:p>
        </w:tc>
        <w:tc>
          <w:tcPr>
            <w:tcW w:w="1833" w:type="dxa"/>
          </w:tcPr>
          <w:p w14:paraId="0204CF85" w14:textId="5A69BB65" w:rsidR="00234DAF" w:rsidRPr="004F2899" w:rsidRDefault="00561E3B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voll montiert</w:t>
            </w:r>
          </w:p>
        </w:tc>
        <w:tc>
          <w:tcPr>
            <w:tcW w:w="1834" w:type="dxa"/>
          </w:tcPr>
          <w:p w14:paraId="0D99D6BE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61CFFE0E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352576D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0ED793D2" w14:textId="77777777" w:rsidTr="004F2899">
        <w:trPr>
          <w:tblHeader/>
        </w:trPr>
        <w:tc>
          <w:tcPr>
            <w:tcW w:w="1833" w:type="dxa"/>
          </w:tcPr>
          <w:p w14:paraId="77DA16CC" w14:textId="5F0F9DDC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Rückenstütze</w:t>
            </w:r>
          </w:p>
        </w:tc>
        <w:tc>
          <w:tcPr>
            <w:tcW w:w="1833" w:type="dxa"/>
          </w:tcPr>
          <w:p w14:paraId="04A990D7" w14:textId="585FBC86" w:rsidR="00234DAF" w:rsidRPr="004F2899" w:rsidRDefault="00561E3B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vorhanden</w:t>
            </w:r>
          </w:p>
        </w:tc>
        <w:tc>
          <w:tcPr>
            <w:tcW w:w="1834" w:type="dxa"/>
          </w:tcPr>
          <w:p w14:paraId="78263DFA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6E2490A9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BCE9284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6A1E61E4" w14:textId="77777777" w:rsidTr="004F2899">
        <w:trPr>
          <w:tblHeader/>
        </w:trPr>
        <w:tc>
          <w:tcPr>
            <w:tcW w:w="1833" w:type="dxa"/>
          </w:tcPr>
          <w:p w14:paraId="26609281" w14:textId="025547D5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Rollen</w:t>
            </w:r>
          </w:p>
        </w:tc>
        <w:tc>
          <w:tcPr>
            <w:tcW w:w="1833" w:type="dxa"/>
          </w:tcPr>
          <w:p w14:paraId="61E12166" w14:textId="619CE25A" w:rsidR="00234DAF" w:rsidRPr="004F2899" w:rsidRDefault="00561E3B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5; automatisch gewichtsgebremst</w:t>
            </w:r>
          </w:p>
        </w:tc>
        <w:tc>
          <w:tcPr>
            <w:tcW w:w="1834" w:type="dxa"/>
          </w:tcPr>
          <w:p w14:paraId="14CB2B49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1485234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E86880E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135F55E0" w14:textId="77777777" w:rsidTr="004F2899">
        <w:trPr>
          <w:tblHeader/>
        </w:trPr>
        <w:tc>
          <w:tcPr>
            <w:tcW w:w="1833" w:type="dxa"/>
          </w:tcPr>
          <w:p w14:paraId="54437F01" w14:textId="7D787B63" w:rsidR="00234DAF" w:rsidRPr="009534E4" w:rsidRDefault="00234DAF" w:rsidP="00234DAF">
            <w:pPr>
              <w:pStyle w:val="CItabletex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534E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Normen </w:t>
            </w:r>
            <w:r w:rsidR="009534E4" w:rsidRPr="009534E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(relevant) </w:t>
            </w:r>
            <w:r w:rsidRPr="009534E4">
              <w:rPr>
                <w:rFonts w:ascii="Arial" w:hAnsi="Arial" w:cs="Arial"/>
                <w:b/>
                <w:bCs/>
                <w:sz w:val="19"/>
                <w:szCs w:val="19"/>
              </w:rPr>
              <w:t>eingehalten</w:t>
            </w:r>
          </w:p>
        </w:tc>
        <w:tc>
          <w:tcPr>
            <w:tcW w:w="1833" w:type="dxa"/>
          </w:tcPr>
          <w:p w14:paraId="3C6C2839" w14:textId="2D8EF520" w:rsidR="00234DAF" w:rsidRPr="004F2899" w:rsidRDefault="00561E3B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DIN EN 1335; DIN EN ISO 20957</w:t>
            </w:r>
          </w:p>
        </w:tc>
        <w:tc>
          <w:tcPr>
            <w:tcW w:w="1834" w:type="dxa"/>
          </w:tcPr>
          <w:p w14:paraId="1C4FEAE6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40F34B60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09F8933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5020" w14:paraId="41043A4E" w14:textId="77777777" w:rsidTr="004F2899">
        <w:trPr>
          <w:tblHeader/>
        </w:trPr>
        <w:tc>
          <w:tcPr>
            <w:tcW w:w="1833" w:type="dxa"/>
          </w:tcPr>
          <w:p w14:paraId="7BC69515" w14:textId="66109D4D" w:rsidR="00B45020" w:rsidRPr="004F2899" w:rsidRDefault="00B45020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Kippstabilität</w:t>
            </w:r>
          </w:p>
        </w:tc>
        <w:tc>
          <w:tcPr>
            <w:tcW w:w="1833" w:type="dxa"/>
          </w:tcPr>
          <w:p w14:paraId="0C523620" w14:textId="70B6894D" w:rsidR="00B45020" w:rsidRPr="004F2899" w:rsidRDefault="009534E4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B45020" w:rsidRPr="004F2899">
              <w:rPr>
                <w:rFonts w:ascii="Arial" w:hAnsi="Arial" w:cs="Arial"/>
                <w:sz w:val="18"/>
                <w:szCs w:val="18"/>
              </w:rPr>
              <w:t>och (bis 45 Grad)</w:t>
            </w:r>
          </w:p>
        </w:tc>
        <w:tc>
          <w:tcPr>
            <w:tcW w:w="1834" w:type="dxa"/>
          </w:tcPr>
          <w:p w14:paraId="48F327E4" w14:textId="77777777" w:rsidR="00B45020" w:rsidRPr="009534E4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334E2D7F" w14:textId="77777777" w:rsidR="00B45020" w:rsidRPr="009534E4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934288B" w14:textId="77777777" w:rsidR="00B45020" w:rsidRPr="009534E4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5020" w14:paraId="54446335" w14:textId="77777777" w:rsidTr="004F2899">
        <w:trPr>
          <w:tblHeader/>
        </w:trPr>
        <w:tc>
          <w:tcPr>
            <w:tcW w:w="1833" w:type="dxa"/>
          </w:tcPr>
          <w:p w14:paraId="2305EA83" w14:textId="5BE261CF" w:rsidR="00B45020" w:rsidRPr="004F2899" w:rsidRDefault="00B45020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Aufstiegsunterstützung</w:t>
            </w:r>
          </w:p>
        </w:tc>
        <w:tc>
          <w:tcPr>
            <w:tcW w:w="1833" w:type="dxa"/>
          </w:tcPr>
          <w:p w14:paraId="350256FE" w14:textId="32754599" w:rsidR="00B45020" w:rsidRPr="004F2899" w:rsidRDefault="009534E4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B45020" w:rsidRPr="004F2899">
              <w:rPr>
                <w:rFonts w:ascii="Arial" w:hAnsi="Arial" w:cs="Arial"/>
                <w:sz w:val="18"/>
                <w:szCs w:val="18"/>
              </w:rPr>
              <w:t>reite Bodenplatte</w:t>
            </w:r>
          </w:p>
        </w:tc>
        <w:tc>
          <w:tcPr>
            <w:tcW w:w="1834" w:type="dxa"/>
          </w:tcPr>
          <w:p w14:paraId="35D018FA" w14:textId="77777777" w:rsidR="00B45020" w:rsidRPr="009534E4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B5B0C56" w14:textId="77777777" w:rsidR="00B45020" w:rsidRPr="009534E4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3EF4E6BB" w14:textId="77777777" w:rsidR="00B45020" w:rsidRPr="009534E4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6687D35E" w14:textId="77777777" w:rsidTr="004F2899">
        <w:trPr>
          <w:tblHeader/>
        </w:trPr>
        <w:tc>
          <w:tcPr>
            <w:tcW w:w="1833" w:type="dxa"/>
            <w:shd w:val="clear" w:color="auto" w:fill="107382" w:themeFill="accent1"/>
          </w:tcPr>
          <w:p w14:paraId="59170DC1" w14:textId="4509B7DD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  <w:t>Ergonomie</w:t>
            </w:r>
          </w:p>
        </w:tc>
        <w:tc>
          <w:tcPr>
            <w:tcW w:w="1833" w:type="dxa"/>
            <w:shd w:val="clear" w:color="auto" w:fill="107382" w:themeFill="accent1"/>
          </w:tcPr>
          <w:p w14:paraId="64778BD7" w14:textId="77777777" w:rsidR="00234DAF" w:rsidRPr="004F2899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593C9211" w14:textId="77777777" w:rsidR="00234DAF" w:rsidRPr="00234DAF" w:rsidRDefault="00234DAF" w:rsidP="00234DAF">
            <w:pPr>
              <w:pStyle w:val="CItabletext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03BC83A6" w14:textId="77777777" w:rsidR="00234DAF" w:rsidRPr="00234DAF" w:rsidRDefault="00234DAF" w:rsidP="00234DAF">
            <w:pPr>
              <w:pStyle w:val="CItabletext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7213393D" w14:textId="77777777" w:rsidR="00234DAF" w:rsidRPr="00234DAF" w:rsidRDefault="00234DAF" w:rsidP="00234DAF">
            <w:pPr>
              <w:pStyle w:val="CItabletext"/>
              <w:rPr>
                <w:rFonts w:ascii="Arial" w:hAnsi="Arial" w:cs="Arial"/>
              </w:rPr>
            </w:pPr>
          </w:p>
        </w:tc>
      </w:tr>
      <w:tr w:rsidR="00234DAF" w14:paraId="14C5E4FE" w14:textId="77777777" w:rsidTr="004F2899">
        <w:trPr>
          <w:tblHeader/>
        </w:trPr>
        <w:tc>
          <w:tcPr>
            <w:tcW w:w="1833" w:type="dxa"/>
          </w:tcPr>
          <w:p w14:paraId="7AD58A9E" w14:textId="4E5647CB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Bremse</w:t>
            </w:r>
          </w:p>
        </w:tc>
        <w:tc>
          <w:tcPr>
            <w:tcW w:w="1833" w:type="dxa"/>
          </w:tcPr>
          <w:p w14:paraId="6D33C4F5" w14:textId="0F4EC32B" w:rsidR="00234DAF" w:rsidRPr="004F2899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Wirbelstrombremse, am Sattel stufenlos einstellbar</w:t>
            </w:r>
          </w:p>
        </w:tc>
        <w:tc>
          <w:tcPr>
            <w:tcW w:w="1834" w:type="dxa"/>
          </w:tcPr>
          <w:p w14:paraId="7617EB0E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EA16243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604366A6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04FEF312" w14:textId="77777777" w:rsidTr="004F2899">
        <w:trPr>
          <w:tblHeader/>
        </w:trPr>
        <w:tc>
          <w:tcPr>
            <w:tcW w:w="1833" w:type="dxa"/>
          </w:tcPr>
          <w:p w14:paraId="3825F8E7" w14:textId="2BB809A2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Sattel</w:t>
            </w:r>
          </w:p>
        </w:tc>
        <w:tc>
          <w:tcPr>
            <w:tcW w:w="1833" w:type="dxa"/>
          </w:tcPr>
          <w:p w14:paraId="23CA8EB6" w14:textId="5ADCC2F4" w:rsidR="00234DAF" w:rsidRPr="004F2899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Fahrrad-Gelsattel (austauschbar, einstellbar)</w:t>
            </w:r>
          </w:p>
        </w:tc>
        <w:tc>
          <w:tcPr>
            <w:tcW w:w="1834" w:type="dxa"/>
          </w:tcPr>
          <w:p w14:paraId="2CD198F6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7FE5DBB9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302B378D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6499E41A" w14:textId="77777777" w:rsidTr="004F2899">
        <w:trPr>
          <w:tblHeader/>
        </w:trPr>
        <w:tc>
          <w:tcPr>
            <w:tcW w:w="1833" w:type="dxa"/>
          </w:tcPr>
          <w:p w14:paraId="3AF25C7B" w14:textId="118967AC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Sitzwinkel</w:t>
            </w:r>
          </w:p>
        </w:tc>
        <w:tc>
          <w:tcPr>
            <w:tcW w:w="1833" w:type="dxa"/>
          </w:tcPr>
          <w:p w14:paraId="7ED2B93D" w14:textId="583E6862" w:rsidR="00234DAF" w:rsidRPr="004F2899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steil -&gt; gerader Rücken</w:t>
            </w:r>
          </w:p>
        </w:tc>
        <w:tc>
          <w:tcPr>
            <w:tcW w:w="1834" w:type="dxa"/>
          </w:tcPr>
          <w:p w14:paraId="75196233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69D94745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4F900EF0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6BED7610" w14:textId="77777777" w:rsidTr="004F2899">
        <w:trPr>
          <w:tblHeader/>
        </w:trPr>
        <w:tc>
          <w:tcPr>
            <w:tcW w:w="1833" w:type="dxa"/>
          </w:tcPr>
          <w:p w14:paraId="3147F3E7" w14:textId="4206E079" w:rsidR="00234DAF" w:rsidRPr="004F2899" w:rsidRDefault="00234DAF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Körpergrößen</w:t>
            </w:r>
          </w:p>
        </w:tc>
        <w:tc>
          <w:tcPr>
            <w:tcW w:w="1833" w:type="dxa"/>
          </w:tcPr>
          <w:p w14:paraId="3064B59E" w14:textId="423DA28A" w:rsidR="00234DAF" w:rsidRPr="004F2899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1,55 bis 2,00 m</w:t>
            </w:r>
          </w:p>
        </w:tc>
        <w:tc>
          <w:tcPr>
            <w:tcW w:w="1834" w:type="dxa"/>
          </w:tcPr>
          <w:p w14:paraId="229839EE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44F31689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3CB44CA7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DAF" w14:paraId="43B1696F" w14:textId="77777777" w:rsidTr="004F2899">
        <w:trPr>
          <w:tblHeader/>
        </w:trPr>
        <w:tc>
          <w:tcPr>
            <w:tcW w:w="1833" w:type="dxa"/>
          </w:tcPr>
          <w:p w14:paraId="2E7D9DFD" w14:textId="12BD1038" w:rsidR="00234DAF" w:rsidRPr="004F2899" w:rsidRDefault="00B45020" w:rsidP="00234DAF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Tretk</w:t>
            </w:r>
            <w:r w:rsidR="00234DAF" w:rsidRPr="004F2899">
              <w:rPr>
                <w:rFonts w:ascii="Arial" w:hAnsi="Arial" w:cs="Arial"/>
                <w:b/>
                <w:bCs/>
              </w:rPr>
              <w:t>urbel</w:t>
            </w:r>
            <w:r w:rsidR="004F2899">
              <w:rPr>
                <w:rFonts w:ascii="Arial" w:hAnsi="Arial" w:cs="Arial"/>
                <w:b/>
                <w:bCs/>
              </w:rPr>
              <w:t>, Pedale</w:t>
            </w:r>
          </w:p>
        </w:tc>
        <w:tc>
          <w:tcPr>
            <w:tcW w:w="1833" w:type="dxa"/>
          </w:tcPr>
          <w:p w14:paraId="2422BD51" w14:textId="12287294" w:rsidR="00234DAF" w:rsidRPr="004F2899" w:rsidRDefault="00B45020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wie bei einem Fahrrad für Erwachsene</w:t>
            </w:r>
          </w:p>
        </w:tc>
        <w:tc>
          <w:tcPr>
            <w:tcW w:w="1834" w:type="dxa"/>
          </w:tcPr>
          <w:p w14:paraId="63C58E10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2CE7DA26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5A8B194" w14:textId="77777777" w:rsidR="00234DAF" w:rsidRPr="009534E4" w:rsidRDefault="00234DAF" w:rsidP="00234DAF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3287DB17" w14:textId="77777777" w:rsidTr="004F2899">
        <w:trPr>
          <w:tblHeader/>
        </w:trPr>
        <w:tc>
          <w:tcPr>
            <w:tcW w:w="1833" w:type="dxa"/>
          </w:tcPr>
          <w:p w14:paraId="6E8ABA78" w14:textId="32EB56DB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Rückwärts</w:t>
            </w:r>
            <w:r w:rsidR="009534E4">
              <w:rPr>
                <w:rFonts w:ascii="Arial" w:hAnsi="Arial" w:cs="Arial"/>
                <w:b/>
                <w:bCs/>
              </w:rPr>
              <w:br/>
            </w:r>
            <w:r w:rsidRPr="004F2899">
              <w:rPr>
                <w:rFonts w:ascii="Arial" w:hAnsi="Arial" w:cs="Arial"/>
                <w:b/>
                <w:bCs/>
              </w:rPr>
              <w:t>treten</w:t>
            </w:r>
          </w:p>
        </w:tc>
        <w:tc>
          <w:tcPr>
            <w:tcW w:w="1833" w:type="dxa"/>
          </w:tcPr>
          <w:p w14:paraId="5B20901E" w14:textId="1199DB8B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34" w:type="dxa"/>
          </w:tcPr>
          <w:p w14:paraId="0B45B8ED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CD41067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3E85EAA7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D95683" w14:textId="77777777" w:rsidR="004F2899" w:rsidRDefault="004F2899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3"/>
        <w:gridCol w:w="1833"/>
        <w:gridCol w:w="1834"/>
        <w:gridCol w:w="1834"/>
        <w:gridCol w:w="1834"/>
      </w:tblGrid>
      <w:tr w:rsidR="004F2899" w14:paraId="776DC4D1" w14:textId="77777777" w:rsidTr="004F2899">
        <w:trPr>
          <w:tblHeader/>
        </w:trPr>
        <w:tc>
          <w:tcPr>
            <w:tcW w:w="1833" w:type="dxa"/>
            <w:shd w:val="clear" w:color="auto" w:fill="auto"/>
          </w:tcPr>
          <w:p w14:paraId="3172C7C9" w14:textId="77777777" w:rsidR="009534E4" w:rsidRDefault="009534E4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Fahrrad</w:t>
            </w:r>
          </w:p>
          <w:p w14:paraId="08287A4B" w14:textId="6B2CD1A0" w:rsidR="004F2899" w:rsidRPr="004F2899" w:rsidRDefault="009534E4" w:rsidP="004F2899">
            <w:pPr>
              <w:pStyle w:val="CItabletext"/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Bürostuhl</w:t>
            </w:r>
          </w:p>
        </w:tc>
        <w:tc>
          <w:tcPr>
            <w:tcW w:w="1833" w:type="dxa"/>
            <w:shd w:val="clear" w:color="auto" w:fill="auto"/>
          </w:tcPr>
          <w:p w14:paraId="777EABC1" w14:textId="77777777" w:rsidR="004F2899" w:rsidRDefault="004F2899" w:rsidP="004F2899">
            <w:pPr>
              <w:pStyle w:val="CItabletex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FE0BF9" wp14:editId="7C1E0075">
                  <wp:extent cx="478971" cy="1065042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05" r="23923"/>
                          <a:stretch/>
                        </pic:blipFill>
                        <pic:spPr bwMode="auto">
                          <a:xfrm>
                            <a:off x="0" y="0"/>
                            <a:ext cx="488554" cy="108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E8401A" w14:textId="518FFD87" w:rsidR="004F2899" w:rsidRPr="00234DAF" w:rsidRDefault="004F2899" w:rsidP="004F2899">
            <w:pPr>
              <w:pStyle w:val="CItabletext"/>
              <w:rPr>
                <w:rFonts w:ascii="Arial" w:hAnsi="Arial" w:cs="Arial"/>
              </w:rPr>
            </w:pPr>
            <w:r w:rsidRPr="00561E3B">
              <w:rPr>
                <w:rFonts w:ascii="Arial" w:hAnsi="Arial" w:cs="Arial"/>
                <w:b/>
                <w:bCs/>
              </w:rPr>
              <w:t>FitSeat</w:t>
            </w:r>
          </w:p>
        </w:tc>
        <w:tc>
          <w:tcPr>
            <w:tcW w:w="1834" w:type="dxa"/>
            <w:shd w:val="clear" w:color="auto" w:fill="auto"/>
          </w:tcPr>
          <w:p w14:paraId="4FEFE968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4" w:type="dxa"/>
            <w:shd w:val="clear" w:color="auto" w:fill="auto"/>
          </w:tcPr>
          <w:p w14:paraId="41DA0AF4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4" w:type="dxa"/>
            <w:shd w:val="clear" w:color="auto" w:fill="auto"/>
          </w:tcPr>
          <w:p w14:paraId="64E31A1D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</w:tr>
      <w:tr w:rsidR="004F2899" w14:paraId="39082DE2" w14:textId="77777777" w:rsidTr="004F2899">
        <w:trPr>
          <w:tblHeader/>
        </w:trPr>
        <w:tc>
          <w:tcPr>
            <w:tcW w:w="1833" w:type="dxa"/>
            <w:shd w:val="clear" w:color="auto" w:fill="107382" w:themeFill="accent1"/>
          </w:tcPr>
          <w:p w14:paraId="04C5BDBF" w14:textId="3C75BD6F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  <w:t>Qualität</w:t>
            </w:r>
          </w:p>
        </w:tc>
        <w:tc>
          <w:tcPr>
            <w:tcW w:w="1833" w:type="dxa"/>
            <w:shd w:val="clear" w:color="auto" w:fill="107382" w:themeFill="accent1"/>
          </w:tcPr>
          <w:p w14:paraId="310CF0D9" w14:textId="77777777" w:rsidR="004F2899" w:rsidRPr="00234DAF" w:rsidRDefault="004F2899" w:rsidP="004F2899">
            <w:pPr>
              <w:pStyle w:val="CItabletext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588091F7" w14:textId="77777777" w:rsidR="004F2899" w:rsidRPr="00234DAF" w:rsidRDefault="004F2899" w:rsidP="004F2899">
            <w:pPr>
              <w:pStyle w:val="CItabletext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576CA877" w14:textId="77777777" w:rsidR="004F2899" w:rsidRPr="00234DAF" w:rsidRDefault="004F2899" w:rsidP="004F2899">
            <w:pPr>
              <w:pStyle w:val="CItabletext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7E87C11B" w14:textId="77777777" w:rsidR="004F2899" w:rsidRPr="00234DAF" w:rsidRDefault="004F2899" w:rsidP="004F2899">
            <w:pPr>
              <w:pStyle w:val="CItabletext"/>
              <w:rPr>
                <w:rFonts w:ascii="Arial" w:hAnsi="Arial" w:cs="Arial"/>
              </w:rPr>
            </w:pPr>
          </w:p>
        </w:tc>
      </w:tr>
      <w:tr w:rsidR="004F2899" w14:paraId="5D5FD014" w14:textId="77777777" w:rsidTr="004F2899">
        <w:trPr>
          <w:tblHeader/>
        </w:trPr>
        <w:tc>
          <w:tcPr>
            <w:tcW w:w="1833" w:type="dxa"/>
          </w:tcPr>
          <w:p w14:paraId="2A48E532" w14:textId="61C8AD00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Wartungsfrei</w:t>
            </w:r>
          </w:p>
        </w:tc>
        <w:tc>
          <w:tcPr>
            <w:tcW w:w="1833" w:type="dxa"/>
          </w:tcPr>
          <w:p w14:paraId="498D8063" w14:textId="3DFA3F39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34" w:type="dxa"/>
          </w:tcPr>
          <w:p w14:paraId="54832BE8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47384A3C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584A94D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639F4A27" w14:textId="77777777" w:rsidTr="004F2899">
        <w:trPr>
          <w:tblHeader/>
        </w:trPr>
        <w:tc>
          <w:tcPr>
            <w:tcW w:w="1833" w:type="dxa"/>
          </w:tcPr>
          <w:p w14:paraId="1F410DFF" w14:textId="6D78942F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Deutscher Service</w:t>
            </w:r>
          </w:p>
        </w:tc>
        <w:tc>
          <w:tcPr>
            <w:tcW w:w="1833" w:type="dxa"/>
          </w:tcPr>
          <w:p w14:paraId="1DC2B758" w14:textId="0B1967E3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34" w:type="dxa"/>
          </w:tcPr>
          <w:p w14:paraId="52007E4A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77F9B61F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41CCA9EA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697F79DA" w14:textId="77777777" w:rsidTr="004F2899">
        <w:trPr>
          <w:tblHeader/>
        </w:trPr>
        <w:tc>
          <w:tcPr>
            <w:tcW w:w="1833" w:type="dxa"/>
          </w:tcPr>
          <w:p w14:paraId="24561067" w14:textId="21F886A8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Made in</w:t>
            </w:r>
            <w:r w:rsidR="009534E4">
              <w:rPr>
                <w:rFonts w:ascii="Arial" w:hAnsi="Arial" w:cs="Arial"/>
                <w:b/>
                <w:bCs/>
              </w:rPr>
              <w:br/>
            </w:r>
            <w:r w:rsidRPr="004F2899">
              <w:rPr>
                <w:rFonts w:ascii="Arial" w:hAnsi="Arial" w:cs="Arial"/>
                <w:b/>
                <w:bCs/>
              </w:rPr>
              <w:t>Germany</w:t>
            </w:r>
          </w:p>
        </w:tc>
        <w:tc>
          <w:tcPr>
            <w:tcW w:w="1833" w:type="dxa"/>
          </w:tcPr>
          <w:p w14:paraId="14BFF837" w14:textId="3B41E9DF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34" w:type="dxa"/>
          </w:tcPr>
          <w:p w14:paraId="23A223AF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1E3FB1EA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C992079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03B4E534" w14:textId="77777777" w:rsidTr="004F2899">
        <w:trPr>
          <w:tblHeader/>
        </w:trPr>
        <w:tc>
          <w:tcPr>
            <w:tcW w:w="1833" w:type="dxa"/>
          </w:tcPr>
          <w:p w14:paraId="133C4683" w14:textId="3A0C2D8F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Externe</w:t>
            </w:r>
            <w:r w:rsidR="009534E4">
              <w:rPr>
                <w:rFonts w:ascii="Arial" w:hAnsi="Arial" w:cs="Arial"/>
                <w:b/>
                <w:bCs/>
              </w:rPr>
              <w:br/>
            </w:r>
            <w:r w:rsidRPr="004F2899">
              <w:rPr>
                <w:rFonts w:ascii="Arial" w:hAnsi="Arial" w:cs="Arial"/>
                <w:b/>
                <w:bCs/>
              </w:rPr>
              <w:t>Qualitätssigel</w:t>
            </w:r>
          </w:p>
        </w:tc>
        <w:tc>
          <w:tcPr>
            <w:tcW w:w="1833" w:type="dxa"/>
          </w:tcPr>
          <w:p w14:paraId="0A69CF95" w14:textId="5D1EA14B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ielfach ausgezeichnet</w:t>
            </w:r>
          </w:p>
        </w:tc>
        <w:tc>
          <w:tcPr>
            <w:tcW w:w="1834" w:type="dxa"/>
          </w:tcPr>
          <w:p w14:paraId="184D3F41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668055F6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646EA4CB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6A12A1A5" w14:textId="77777777" w:rsidTr="004F2899">
        <w:trPr>
          <w:tblHeader/>
        </w:trPr>
        <w:tc>
          <w:tcPr>
            <w:tcW w:w="1833" w:type="dxa"/>
          </w:tcPr>
          <w:p w14:paraId="4A9C76F6" w14:textId="6EB0008D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Garantie</w:t>
            </w:r>
          </w:p>
        </w:tc>
        <w:tc>
          <w:tcPr>
            <w:tcW w:w="1833" w:type="dxa"/>
          </w:tcPr>
          <w:p w14:paraId="6F8C9B33" w14:textId="5FAAFB96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ebenslang</w:t>
            </w:r>
          </w:p>
        </w:tc>
        <w:tc>
          <w:tcPr>
            <w:tcW w:w="1834" w:type="dxa"/>
          </w:tcPr>
          <w:p w14:paraId="002AD995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6E9EBE5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70B5D99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0CF91057" w14:textId="77777777" w:rsidTr="004F2899">
        <w:trPr>
          <w:tblHeader/>
        </w:trPr>
        <w:tc>
          <w:tcPr>
            <w:tcW w:w="1833" w:type="dxa"/>
            <w:shd w:val="clear" w:color="auto" w:fill="107382" w:themeFill="accent1"/>
          </w:tcPr>
          <w:p w14:paraId="7694CF2F" w14:textId="41BD445F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  <w:t>Nachhaltigkeit</w:t>
            </w:r>
          </w:p>
        </w:tc>
        <w:tc>
          <w:tcPr>
            <w:tcW w:w="1833" w:type="dxa"/>
            <w:shd w:val="clear" w:color="auto" w:fill="107382" w:themeFill="accent1"/>
          </w:tcPr>
          <w:p w14:paraId="45DD44DF" w14:textId="77777777" w:rsidR="004F2899" w:rsidRPr="004F2899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54A7F028" w14:textId="77777777" w:rsidR="004F2899" w:rsidRPr="00234DAF" w:rsidRDefault="004F2899" w:rsidP="004F2899">
            <w:pPr>
              <w:pStyle w:val="CItabletext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49B523DE" w14:textId="77777777" w:rsidR="004F2899" w:rsidRPr="00234DAF" w:rsidRDefault="004F2899" w:rsidP="004F2899">
            <w:pPr>
              <w:pStyle w:val="CItabletext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452DE6B9" w14:textId="77777777" w:rsidR="004F2899" w:rsidRPr="00234DAF" w:rsidRDefault="004F2899" w:rsidP="004F2899">
            <w:pPr>
              <w:pStyle w:val="CItabletext"/>
              <w:rPr>
                <w:rFonts w:ascii="Arial" w:hAnsi="Arial" w:cs="Arial"/>
              </w:rPr>
            </w:pPr>
          </w:p>
        </w:tc>
      </w:tr>
      <w:tr w:rsidR="004F2899" w14:paraId="3D490A87" w14:textId="77777777" w:rsidTr="004F2899">
        <w:trPr>
          <w:tblHeader/>
        </w:trPr>
        <w:tc>
          <w:tcPr>
            <w:tcW w:w="1833" w:type="dxa"/>
          </w:tcPr>
          <w:p w14:paraId="7581BDB5" w14:textId="3D6C8CA6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Batteriefreier Betrieb</w:t>
            </w:r>
          </w:p>
        </w:tc>
        <w:tc>
          <w:tcPr>
            <w:tcW w:w="1833" w:type="dxa"/>
          </w:tcPr>
          <w:p w14:paraId="0D57C13E" w14:textId="529EE96E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34" w:type="dxa"/>
          </w:tcPr>
          <w:p w14:paraId="7A9D1DFE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78949B7F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781E4BA6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2E90C393" w14:textId="77777777" w:rsidTr="004F2899">
        <w:trPr>
          <w:tblHeader/>
        </w:trPr>
        <w:tc>
          <w:tcPr>
            <w:tcW w:w="1833" w:type="dxa"/>
          </w:tcPr>
          <w:p w14:paraId="66DE11C7" w14:textId="571E9427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Stromfreier</w:t>
            </w:r>
            <w:r w:rsidRPr="004F2899">
              <w:rPr>
                <w:rFonts w:ascii="Arial" w:hAnsi="Arial" w:cs="Arial"/>
                <w:b/>
                <w:bCs/>
              </w:rPr>
              <w:br/>
              <w:t>Betrieb</w:t>
            </w:r>
          </w:p>
        </w:tc>
        <w:tc>
          <w:tcPr>
            <w:tcW w:w="1833" w:type="dxa"/>
          </w:tcPr>
          <w:p w14:paraId="705CDAC7" w14:textId="5871CE2D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34" w:type="dxa"/>
          </w:tcPr>
          <w:p w14:paraId="3541FC2E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3F743C2A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6934EDB9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45BA083F" w14:textId="77777777" w:rsidTr="004F2899">
        <w:trPr>
          <w:tblHeader/>
        </w:trPr>
        <w:tc>
          <w:tcPr>
            <w:tcW w:w="1833" w:type="dxa"/>
          </w:tcPr>
          <w:p w14:paraId="2DD000CC" w14:textId="6FEA811F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Reparierbar</w:t>
            </w:r>
          </w:p>
        </w:tc>
        <w:tc>
          <w:tcPr>
            <w:tcW w:w="1833" w:type="dxa"/>
          </w:tcPr>
          <w:p w14:paraId="1FBB620F" w14:textId="046C1F82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a (komplett zerlegbar)</w:t>
            </w:r>
          </w:p>
        </w:tc>
        <w:tc>
          <w:tcPr>
            <w:tcW w:w="1834" w:type="dxa"/>
          </w:tcPr>
          <w:p w14:paraId="72ADAC04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BAD1C1A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B1BD4A9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556B0D8B" w14:textId="77777777" w:rsidTr="004F2899">
        <w:trPr>
          <w:tblHeader/>
        </w:trPr>
        <w:tc>
          <w:tcPr>
            <w:tcW w:w="1833" w:type="dxa"/>
          </w:tcPr>
          <w:p w14:paraId="6B59FEEF" w14:textId="24F52EF4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Nachhaltige Materialien</w:t>
            </w:r>
          </w:p>
        </w:tc>
        <w:tc>
          <w:tcPr>
            <w:tcW w:w="1833" w:type="dxa"/>
          </w:tcPr>
          <w:p w14:paraId="76961719" w14:textId="27D5EAB0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a (FSC Holz)</w:t>
            </w:r>
          </w:p>
        </w:tc>
        <w:tc>
          <w:tcPr>
            <w:tcW w:w="1834" w:type="dxa"/>
          </w:tcPr>
          <w:p w14:paraId="77011915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02C3657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3B2D56E3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6AB0DA56" w14:textId="77777777" w:rsidTr="004F2899">
        <w:trPr>
          <w:tblHeader/>
        </w:trPr>
        <w:tc>
          <w:tcPr>
            <w:tcW w:w="1833" w:type="dxa"/>
          </w:tcPr>
          <w:p w14:paraId="3EF6D7E6" w14:textId="0777F5B0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Kurze Transportwege</w:t>
            </w:r>
          </w:p>
        </w:tc>
        <w:tc>
          <w:tcPr>
            <w:tcW w:w="1833" w:type="dxa"/>
          </w:tcPr>
          <w:p w14:paraId="1EC57696" w14:textId="1277F6EC" w:rsidR="004F2899" w:rsidRPr="004F2899" w:rsidRDefault="009534E4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4F2899" w:rsidRPr="004F2899">
              <w:rPr>
                <w:rFonts w:ascii="Arial" w:hAnsi="Arial" w:cs="Arial"/>
                <w:sz w:val="18"/>
                <w:szCs w:val="18"/>
              </w:rPr>
              <w:t>a, da Made in Germany</w:t>
            </w:r>
          </w:p>
        </w:tc>
        <w:tc>
          <w:tcPr>
            <w:tcW w:w="1834" w:type="dxa"/>
          </w:tcPr>
          <w:p w14:paraId="18631EC7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2DA07A4E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0080DD27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4A05B8DE" w14:textId="77777777" w:rsidTr="004F2899">
        <w:trPr>
          <w:tblHeader/>
        </w:trPr>
        <w:tc>
          <w:tcPr>
            <w:tcW w:w="1833" w:type="dxa"/>
          </w:tcPr>
          <w:p w14:paraId="0AEEB4CD" w14:textId="5891FF1A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  <w:r w:rsidRPr="004F2899">
              <w:rPr>
                <w:rFonts w:ascii="Arial" w:hAnsi="Arial" w:cs="Arial"/>
                <w:b/>
                <w:bCs/>
              </w:rPr>
              <w:t>Verschleißteile</w:t>
            </w:r>
          </w:p>
        </w:tc>
        <w:tc>
          <w:tcPr>
            <w:tcW w:w="1833" w:type="dxa"/>
          </w:tcPr>
          <w:p w14:paraId="029AD725" w14:textId="384444A2" w:rsidR="004F2899" w:rsidRPr="004F2899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  <w:r w:rsidRPr="004F2899">
              <w:rPr>
                <w:rFonts w:ascii="Arial" w:hAnsi="Arial" w:cs="Arial"/>
                <w:sz w:val="18"/>
                <w:szCs w:val="18"/>
              </w:rPr>
              <w:t>nein</w:t>
            </w:r>
          </w:p>
        </w:tc>
        <w:tc>
          <w:tcPr>
            <w:tcW w:w="1834" w:type="dxa"/>
          </w:tcPr>
          <w:p w14:paraId="093C628A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6C9CEF2C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</w:tcPr>
          <w:p w14:paraId="5B904DCE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99" w14:paraId="386ADBC9" w14:textId="77777777" w:rsidTr="004F2899">
        <w:trPr>
          <w:tblHeader/>
        </w:trPr>
        <w:tc>
          <w:tcPr>
            <w:tcW w:w="1833" w:type="dxa"/>
            <w:shd w:val="clear" w:color="auto" w:fill="107382" w:themeFill="accent1"/>
          </w:tcPr>
          <w:p w14:paraId="2CB3AA40" w14:textId="020E29B3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</w:pPr>
            <w:r w:rsidRPr="004F2899"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  <w:t>Weitere</w:t>
            </w:r>
            <w:r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  <w:br/>
            </w:r>
            <w:r w:rsidRPr="004F2899"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  <w:t>Eige</w:t>
            </w:r>
            <w:r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  <w:t>n</w:t>
            </w:r>
            <w:r w:rsidRPr="004F2899"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  <w:t>schaften</w:t>
            </w:r>
          </w:p>
        </w:tc>
        <w:tc>
          <w:tcPr>
            <w:tcW w:w="1833" w:type="dxa"/>
            <w:shd w:val="clear" w:color="auto" w:fill="107382" w:themeFill="accent1"/>
          </w:tcPr>
          <w:p w14:paraId="03973258" w14:textId="77777777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5A730C52" w14:textId="77777777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0AAC8208" w14:textId="77777777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</w:pPr>
          </w:p>
        </w:tc>
        <w:tc>
          <w:tcPr>
            <w:tcW w:w="1834" w:type="dxa"/>
            <w:shd w:val="clear" w:color="auto" w:fill="107382" w:themeFill="accent1"/>
          </w:tcPr>
          <w:p w14:paraId="17051106" w14:textId="77777777" w:rsidR="004F2899" w:rsidRPr="004F2899" w:rsidRDefault="004F2899" w:rsidP="004F2899">
            <w:pPr>
              <w:pStyle w:val="CItabletext"/>
              <w:rPr>
                <w:rFonts w:ascii="Arial" w:hAnsi="Arial" w:cs="Arial"/>
                <w:b/>
                <w:bCs/>
                <w:color w:val="F3EFE9" w:themeColor="background2"/>
                <w:sz w:val="22"/>
                <w:szCs w:val="22"/>
              </w:rPr>
            </w:pPr>
          </w:p>
        </w:tc>
      </w:tr>
      <w:tr w:rsidR="004F2899" w14:paraId="5C106BCB" w14:textId="77777777" w:rsidTr="009534E4">
        <w:trPr>
          <w:tblHeader/>
        </w:trPr>
        <w:tc>
          <w:tcPr>
            <w:tcW w:w="1833" w:type="dxa"/>
            <w:shd w:val="clear" w:color="auto" w:fill="auto"/>
          </w:tcPr>
          <w:p w14:paraId="523C9895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  <w:shd w:val="clear" w:color="auto" w:fill="auto"/>
          </w:tcPr>
          <w:p w14:paraId="79B67A6C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68836975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1471A0D2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663360AB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F2899" w14:paraId="7E4BB536" w14:textId="77777777" w:rsidTr="009534E4">
        <w:trPr>
          <w:tblHeader/>
        </w:trPr>
        <w:tc>
          <w:tcPr>
            <w:tcW w:w="1833" w:type="dxa"/>
            <w:shd w:val="clear" w:color="auto" w:fill="auto"/>
          </w:tcPr>
          <w:p w14:paraId="27E8A63C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  <w:shd w:val="clear" w:color="auto" w:fill="auto"/>
          </w:tcPr>
          <w:p w14:paraId="233E13A8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1F84CEED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45032B18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25991F1F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F2899" w14:paraId="570335D8" w14:textId="77777777" w:rsidTr="009534E4">
        <w:trPr>
          <w:tblHeader/>
        </w:trPr>
        <w:tc>
          <w:tcPr>
            <w:tcW w:w="1833" w:type="dxa"/>
            <w:shd w:val="clear" w:color="auto" w:fill="auto"/>
          </w:tcPr>
          <w:p w14:paraId="79C390D3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  <w:shd w:val="clear" w:color="auto" w:fill="auto"/>
          </w:tcPr>
          <w:p w14:paraId="5E97E078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038B3224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0E0F3AB1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94B40D5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F2899" w14:paraId="4F9C77D9" w14:textId="77777777" w:rsidTr="009534E4">
        <w:trPr>
          <w:tblHeader/>
        </w:trPr>
        <w:tc>
          <w:tcPr>
            <w:tcW w:w="1833" w:type="dxa"/>
            <w:shd w:val="clear" w:color="auto" w:fill="auto"/>
          </w:tcPr>
          <w:p w14:paraId="6B5598D8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  <w:shd w:val="clear" w:color="auto" w:fill="auto"/>
          </w:tcPr>
          <w:p w14:paraId="4DD5965F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15F696C0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30020E3B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59E8B60A" w14:textId="77777777" w:rsidR="004F2899" w:rsidRPr="009534E4" w:rsidRDefault="004F2899" w:rsidP="004F2899">
            <w:pPr>
              <w:pStyle w:val="CItabletex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7CF30B1" w14:textId="1E8A89B8" w:rsidR="009534E4" w:rsidRDefault="004F2899" w:rsidP="009534E4">
      <w:pPr>
        <w:pStyle w:val="CI-Arial-berschrift1"/>
        <w:numPr>
          <w:ilvl w:val="0"/>
          <w:numId w:val="0"/>
        </w:numPr>
        <w:spacing w:before="120"/>
        <w:ind w:left="357" w:hanging="357"/>
      </w:pPr>
      <w:r>
        <w:t>Notizen</w:t>
      </w:r>
    </w:p>
    <w:p w14:paraId="79372A32" w14:textId="77777777" w:rsidR="004F2899" w:rsidRPr="004F2899" w:rsidRDefault="004F2899" w:rsidP="009534E4">
      <w:pPr>
        <w:pStyle w:val="CI-Arial-berschrift1"/>
        <w:numPr>
          <w:ilvl w:val="0"/>
          <w:numId w:val="0"/>
        </w:numPr>
        <w:spacing w:before="120"/>
        <w:ind w:left="357" w:hanging="357"/>
      </w:pPr>
    </w:p>
    <w:sectPr w:rsidR="004F2899" w:rsidRPr="004F2899" w:rsidSect="00561E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284" w:left="1304" w:header="613" w:footer="588" w:gutter="0"/>
      <w:cols w:space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D5B71" w14:textId="77777777" w:rsidR="001D29E4" w:rsidRDefault="001D29E4">
      <w:r>
        <w:separator/>
      </w:r>
    </w:p>
  </w:endnote>
  <w:endnote w:type="continuationSeparator" w:id="0">
    <w:p w14:paraId="370B22FF" w14:textId="77777777" w:rsidR="001D29E4" w:rsidRDefault="001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LT Book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xima Nova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itseat _ Handschrift">
    <w:panose1 w:val="02000503000000000000"/>
    <w:charset w:val="00"/>
    <w:family w:val="auto"/>
    <w:pitch w:val="variable"/>
    <w:sig w:usb0="80000087" w:usb1="0000E063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8311" w14:textId="77777777" w:rsidR="00004E16" w:rsidRDefault="00004E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FBF6" w14:textId="517F6724" w:rsidR="00231DC1" w:rsidRDefault="004F2899" w:rsidP="00231DC1">
    <w:pPr>
      <w:pStyle w:val="CIKopfzeileintern"/>
    </w:pPr>
    <w:r>
      <w:tab/>
    </w:r>
    <w:r w:rsidR="008F2770">
      <w:t xml:space="preserve">Vorlage von </w:t>
    </w:r>
    <w:r w:rsidR="00231DC1">
      <w:t>www.</w:t>
    </w:r>
    <w:r w:rsidR="009A4B35">
      <w:t>fitseat</w:t>
    </w:r>
    <w:r w:rsidR="00231DC1">
      <w:t>.</w:t>
    </w:r>
    <w:r w:rsidR="003D7DB7">
      <w:t>DE</w:t>
    </w:r>
  </w:p>
  <w:p w14:paraId="7803C2B0" w14:textId="37E7BC54" w:rsidR="00906DB6" w:rsidRPr="00231DC1" w:rsidRDefault="004F2899" w:rsidP="00231DC1">
    <w:pPr>
      <w:pStyle w:val="CIKopfzeileintern"/>
    </w:pPr>
    <w:r>
      <w:tab/>
    </w:r>
    <w:r w:rsidR="00231DC1" w:rsidRPr="006878E6">
      <w:t xml:space="preserve">Seite </w:t>
    </w:r>
    <w:r w:rsidR="00231DC1" w:rsidRPr="006878E6">
      <w:fldChar w:fldCharType="begin"/>
    </w:r>
    <w:r w:rsidR="00231DC1" w:rsidRPr="006878E6">
      <w:instrText>PAGE  \* Arabic  \* MERGEFORMAT</w:instrText>
    </w:r>
    <w:r w:rsidR="00231DC1" w:rsidRPr="006878E6">
      <w:fldChar w:fldCharType="separate"/>
    </w:r>
    <w:r w:rsidR="009A4B35">
      <w:rPr>
        <w:noProof/>
      </w:rPr>
      <w:t>2</w:t>
    </w:r>
    <w:r w:rsidR="00231DC1" w:rsidRPr="006878E6">
      <w:fldChar w:fldCharType="end"/>
    </w:r>
    <w:r w:rsidR="00231DC1" w:rsidRPr="006878E6">
      <w:t xml:space="preserve"> von </w:t>
    </w:r>
    <w:fldSimple w:instr="NUMPAGES  \* Arabic  \* MERGEFORMAT">
      <w:r w:rsidR="009A4B35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2915" w14:textId="306A3578" w:rsidR="00231DC1" w:rsidRDefault="004F2899" w:rsidP="00555AFA">
    <w:pPr>
      <w:pStyle w:val="CIKopfzeileintern"/>
    </w:pPr>
    <w:r>
      <w:t>Erstellt von:</w:t>
    </w:r>
    <w:r w:rsidR="00234DAF">
      <w:tab/>
    </w:r>
    <w:r w:rsidR="008F2770">
      <w:t xml:space="preserve">Vorlage von </w:t>
    </w:r>
    <w:r w:rsidR="00231DC1">
      <w:t>www.</w:t>
    </w:r>
    <w:r w:rsidR="00004E16">
      <w:t>Fitseat</w:t>
    </w:r>
    <w:r w:rsidR="00231DC1">
      <w:t>.</w:t>
    </w:r>
    <w:r w:rsidR="003D7DB7">
      <w:t>D</w:t>
    </w:r>
    <w:r w:rsidR="00004E16">
      <w:t>e</w:t>
    </w:r>
  </w:p>
  <w:p w14:paraId="7C4DF2C7" w14:textId="119DC241" w:rsidR="00906DB6" w:rsidRPr="000F6CFC" w:rsidRDefault="004F2899" w:rsidP="00555AFA">
    <w:pPr>
      <w:pStyle w:val="CIKopfzeileintern"/>
      <w:rPr>
        <w:caps w:val="0"/>
      </w:rPr>
    </w:pPr>
    <w:r>
      <w:t>Am:</w:t>
    </w:r>
    <w:r w:rsidRPr="000F6CFC">
      <w:rPr>
        <w:caps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8E296" w14:textId="77777777" w:rsidR="001D29E4" w:rsidRDefault="001D29E4">
      <w:r>
        <w:separator/>
      </w:r>
    </w:p>
  </w:footnote>
  <w:footnote w:type="continuationSeparator" w:id="0">
    <w:p w14:paraId="434A4EA3" w14:textId="77777777" w:rsidR="001D29E4" w:rsidRDefault="001D2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7237" w14:textId="77777777" w:rsidR="00004E16" w:rsidRDefault="00004E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569C" w14:textId="1E6F0222" w:rsidR="009A4B35" w:rsidRPr="000F6CFC" w:rsidRDefault="009A4B35" w:rsidP="009A4B35">
    <w:pPr>
      <w:pStyle w:val="Kopfzeile"/>
    </w:pPr>
  </w:p>
  <w:p w14:paraId="4C6B77FC" w14:textId="0A4E1F24" w:rsidR="000F6CFC" w:rsidRPr="006878E6" w:rsidRDefault="000F6CFC" w:rsidP="004F2899">
    <w:pPr>
      <w:pStyle w:val="CIKopfzeileintern"/>
      <w:spacing w:line="480" w:lineRule="auto"/>
    </w:pPr>
    <w:r>
      <w:tab/>
    </w:r>
    <w:r w:rsidR="004F2899">
      <w:t xml:space="preserve">Erstellt </w:t>
    </w:r>
    <w:proofErr w:type="gramStart"/>
    <w:r w:rsidR="004F2899">
      <w:t>von:_</w:t>
    </w:r>
    <w:proofErr w:type="gramEnd"/>
    <w:r w:rsidR="004F2899">
      <w:t>_____________________________</w:t>
    </w:r>
  </w:p>
  <w:p w14:paraId="51E6EC2B" w14:textId="79462D51" w:rsidR="000F6CFC" w:rsidRPr="007B627E" w:rsidRDefault="004F2899" w:rsidP="004F2899">
    <w:pPr>
      <w:pStyle w:val="CIKopfzeileintern"/>
      <w:spacing w:line="480" w:lineRule="auto"/>
    </w:pPr>
    <w:r>
      <w:tab/>
    </w:r>
    <w:proofErr w:type="gramStart"/>
    <w:r>
      <w:t>Am:_</w:t>
    </w:r>
    <w:proofErr w:type="gramEnd"/>
    <w:r>
      <w:t>_____________________________</w:t>
    </w:r>
  </w:p>
  <w:p w14:paraId="22FEFD7F" w14:textId="77777777" w:rsidR="00906DB6" w:rsidRPr="000F6CFC" w:rsidRDefault="00906DB6" w:rsidP="000F6CF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5D51" w14:textId="47BEBE3D" w:rsidR="00906DB6" w:rsidRPr="000F6CFC" w:rsidRDefault="00906DB6" w:rsidP="000F6CF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69B4"/>
    <w:multiLevelType w:val="multilevel"/>
    <w:tmpl w:val="92D6A894"/>
    <w:styleLink w:val="CIberschriftengliederung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  <w:rPr>
        <w:rFonts w:ascii="Futura LT Book" w:hAnsi="Futura LT Book" w:hint="default"/>
        <w:b w:val="0"/>
        <w:i w:val="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20"/>
        </w:tabs>
        <w:ind w:left="720" w:hanging="720"/>
      </w:pPr>
      <w:rPr>
        <w:rFonts w:ascii="Futura LT Book" w:hAnsi="Futura LT Book" w:hint="default"/>
        <w:b w:val="0"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021"/>
        </w:tabs>
        <w:ind w:left="1021" w:hanging="1021"/>
      </w:pPr>
      <w:rPr>
        <w:rFonts w:ascii="Futura LT Book" w:hAnsi="Futura LT Book"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5CCD7F49"/>
    <w:multiLevelType w:val="multilevel"/>
    <w:tmpl w:val="416084EE"/>
    <w:styleLink w:val="CI-Arial-berschriften-Gliederung"/>
    <w:lvl w:ilvl="0">
      <w:start w:val="1"/>
      <w:numFmt w:val="decimal"/>
      <w:pStyle w:val="CI-Arial-berschrift1"/>
      <w:lvlText w:val="%1.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decimal"/>
      <w:pStyle w:val="CI-Arial-berschrift2"/>
      <w:lvlText w:val="%1.%2"/>
      <w:lvlJc w:val="left"/>
      <w:pPr>
        <w:ind w:left="357" w:hanging="357"/>
      </w:pPr>
      <w:rPr>
        <w:rFonts w:ascii="Arial" w:hAnsi="Arial" w:hint="default"/>
      </w:rPr>
    </w:lvl>
    <w:lvl w:ilvl="2">
      <w:start w:val="1"/>
      <w:numFmt w:val="decimal"/>
      <w:pStyle w:val="CI-Arial-berschrift3"/>
      <w:lvlText w:val="%1.%2.%3"/>
      <w:lvlJc w:val="left"/>
      <w:pPr>
        <w:ind w:left="567" w:hanging="567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EB30AB9"/>
    <w:multiLevelType w:val="hybridMultilevel"/>
    <w:tmpl w:val="2F66B004"/>
    <w:lvl w:ilvl="0" w:tplc="1D105EDA">
      <w:start w:val="1"/>
      <w:numFmt w:val="bullet"/>
      <w:pStyle w:val="CIenumerati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start w:val="1"/>
        <w:numFmt w:val="decimal"/>
        <w:pStyle w:val="CI-Arial-berschrift1"/>
        <w:lvlText w:val="%1"/>
        <w:lvlJc w:val="left"/>
        <w:pPr>
          <w:ind w:left="357" w:hanging="357"/>
        </w:pPr>
        <w:rPr>
          <w:rFonts w:ascii="Arial" w:hAnsi="Arial" w:hint="default"/>
        </w:rPr>
      </w:lvl>
    </w:lvlOverride>
    <w:lvlOverride w:ilvl="1">
      <w:lvl w:ilvl="1">
        <w:start w:val="1"/>
        <w:numFmt w:val="decimal"/>
        <w:pStyle w:val="CI-Arial-berschrift2"/>
        <w:lvlText w:val="%1.%2"/>
        <w:lvlJc w:val="left"/>
        <w:pPr>
          <w:ind w:left="357" w:hanging="357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CI-Arial-berschrift3"/>
        <w:lvlText w:val="%1.%2.%3"/>
        <w:lvlJc w:val="left"/>
        <w:pPr>
          <w:ind w:left="567" w:hanging="567"/>
        </w:pPr>
        <w:rPr>
          <w:rFonts w:ascii="Arial" w:hAnsi="Arial" w:hint="default"/>
        </w:rPr>
      </w:lvl>
    </w:lvlOverride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6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1f36d419-e034-4898-b171-7ce0624dac6c}"/>
  </w:docVars>
  <w:rsids>
    <w:rsidRoot w:val="00234DAF"/>
    <w:rsid w:val="00004E16"/>
    <w:rsid w:val="000332BE"/>
    <w:rsid w:val="00050156"/>
    <w:rsid w:val="00091FD0"/>
    <w:rsid w:val="000945A8"/>
    <w:rsid w:val="000D76D4"/>
    <w:rsid w:val="000F6CFC"/>
    <w:rsid w:val="001252B0"/>
    <w:rsid w:val="00134C81"/>
    <w:rsid w:val="0014007C"/>
    <w:rsid w:val="00144E0B"/>
    <w:rsid w:val="0019345D"/>
    <w:rsid w:val="001B27C9"/>
    <w:rsid w:val="001D29E4"/>
    <w:rsid w:val="001D76FB"/>
    <w:rsid w:val="0020561B"/>
    <w:rsid w:val="002111DE"/>
    <w:rsid w:val="00231DC1"/>
    <w:rsid w:val="00234DAF"/>
    <w:rsid w:val="002C3FA9"/>
    <w:rsid w:val="00313EBF"/>
    <w:rsid w:val="003200D4"/>
    <w:rsid w:val="00364467"/>
    <w:rsid w:val="00372342"/>
    <w:rsid w:val="00374F2C"/>
    <w:rsid w:val="003D7DB7"/>
    <w:rsid w:val="004122D0"/>
    <w:rsid w:val="00470E7B"/>
    <w:rsid w:val="004915DE"/>
    <w:rsid w:val="004B3502"/>
    <w:rsid w:val="004F2899"/>
    <w:rsid w:val="00511309"/>
    <w:rsid w:val="0054460E"/>
    <w:rsid w:val="00555AFA"/>
    <w:rsid w:val="00561E3B"/>
    <w:rsid w:val="005638DF"/>
    <w:rsid w:val="00595C02"/>
    <w:rsid w:val="005A0BF9"/>
    <w:rsid w:val="005C2F0D"/>
    <w:rsid w:val="005E16F4"/>
    <w:rsid w:val="0064519E"/>
    <w:rsid w:val="006878E6"/>
    <w:rsid w:val="006F3BC4"/>
    <w:rsid w:val="00733B0B"/>
    <w:rsid w:val="0079613B"/>
    <w:rsid w:val="007B627E"/>
    <w:rsid w:val="008414E7"/>
    <w:rsid w:val="00863826"/>
    <w:rsid w:val="0087333D"/>
    <w:rsid w:val="008A6B3F"/>
    <w:rsid w:val="008F2770"/>
    <w:rsid w:val="00906DB6"/>
    <w:rsid w:val="00952868"/>
    <w:rsid w:val="009534E4"/>
    <w:rsid w:val="009A4B35"/>
    <w:rsid w:val="009C15BA"/>
    <w:rsid w:val="009C455E"/>
    <w:rsid w:val="009C5A93"/>
    <w:rsid w:val="009F7DB7"/>
    <w:rsid w:val="00A23F14"/>
    <w:rsid w:val="00A914D6"/>
    <w:rsid w:val="00AB5DA9"/>
    <w:rsid w:val="00B03CFF"/>
    <w:rsid w:val="00B107A5"/>
    <w:rsid w:val="00B17D36"/>
    <w:rsid w:val="00B45020"/>
    <w:rsid w:val="00B54611"/>
    <w:rsid w:val="00B6045F"/>
    <w:rsid w:val="00BA622B"/>
    <w:rsid w:val="00C23B01"/>
    <w:rsid w:val="00C47516"/>
    <w:rsid w:val="00C5652A"/>
    <w:rsid w:val="00C83A6B"/>
    <w:rsid w:val="00CB01EA"/>
    <w:rsid w:val="00CD4274"/>
    <w:rsid w:val="00D05F6C"/>
    <w:rsid w:val="00D1665E"/>
    <w:rsid w:val="00DD3DDC"/>
    <w:rsid w:val="00E1672E"/>
    <w:rsid w:val="00E53709"/>
    <w:rsid w:val="00E77A29"/>
    <w:rsid w:val="00E855A9"/>
    <w:rsid w:val="00E94E6D"/>
    <w:rsid w:val="00ED0A58"/>
    <w:rsid w:val="00F05998"/>
    <w:rsid w:val="00F11D51"/>
    <w:rsid w:val="00F359E3"/>
    <w:rsid w:val="00F64B3D"/>
    <w:rsid w:val="00FD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65FB2C4"/>
  <w14:defaultImageDpi w14:val="300"/>
  <w15:chartTrackingRefBased/>
  <w15:docId w15:val="{C6BB3C24-E7B8-48EF-9904-642D2116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045F"/>
    <w:pPr>
      <w:jc w:val="both"/>
    </w:pPr>
    <w:rPr>
      <w:rFonts w:ascii="Times" w:hAnsi="Times"/>
      <w:sz w:val="24"/>
    </w:rPr>
  </w:style>
  <w:style w:type="paragraph" w:styleId="berschrift1">
    <w:name w:val="heading 1"/>
    <w:aliases w:val="CI Überschrift 1"/>
    <w:basedOn w:val="CItext"/>
    <w:next w:val="CItext"/>
    <w:qFormat/>
    <w:rsid w:val="00374F2C"/>
    <w:pPr>
      <w:keepNext/>
      <w:numPr>
        <w:numId w:val="2"/>
      </w:numPr>
      <w:spacing w:before="480" w:line="360" w:lineRule="atLeast"/>
      <w:jc w:val="left"/>
      <w:outlineLvl w:val="0"/>
    </w:pPr>
    <w:rPr>
      <w:rFonts w:ascii="Futura LT Book" w:hAnsi="Futura LT Book"/>
      <w:sz w:val="32"/>
      <w:szCs w:val="24"/>
    </w:rPr>
  </w:style>
  <w:style w:type="paragraph" w:styleId="berschrift2">
    <w:name w:val="heading 2"/>
    <w:aliases w:val="CI Überschrift 2"/>
    <w:basedOn w:val="CItext"/>
    <w:next w:val="CItext"/>
    <w:qFormat/>
    <w:rsid w:val="00374F2C"/>
    <w:pPr>
      <w:keepNext/>
      <w:numPr>
        <w:ilvl w:val="1"/>
        <w:numId w:val="2"/>
      </w:numPr>
      <w:spacing w:line="360" w:lineRule="atLeast"/>
      <w:jc w:val="left"/>
      <w:outlineLvl w:val="1"/>
    </w:pPr>
    <w:rPr>
      <w:rFonts w:ascii="Futura LT Book" w:hAnsi="Futura LT Book"/>
      <w:sz w:val="26"/>
      <w:szCs w:val="24"/>
    </w:rPr>
  </w:style>
  <w:style w:type="paragraph" w:styleId="berschrift3">
    <w:name w:val="heading 3"/>
    <w:aliases w:val="CI Überschrift 3"/>
    <w:basedOn w:val="CItext"/>
    <w:next w:val="CItext"/>
    <w:qFormat/>
    <w:rsid w:val="00374F2C"/>
    <w:pPr>
      <w:keepNext/>
      <w:numPr>
        <w:ilvl w:val="2"/>
        <w:numId w:val="2"/>
      </w:numPr>
      <w:spacing w:line="360" w:lineRule="atLeast"/>
      <w:jc w:val="left"/>
      <w:outlineLvl w:val="2"/>
    </w:pPr>
    <w:rPr>
      <w:rFonts w:ascii="Futura LT Book" w:hAnsi="Futura LT Book"/>
      <w:szCs w:val="24"/>
    </w:rPr>
  </w:style>
  <w:style w:type="paragraph" w:styleId="berschrift4">
    <w:name w:val="heading 4"/>
    <w:aliases w:val="CI Überschrift 4"/>
    <w:basedOn w:val="CItext"/>
    <w:next w:val="CItext"/>
    <w:link w:val="berschrift4Zchn"/>
    <w:uiPriority w:val="9"/>
    <w:unhideWhenUsed/>
    <w:qFormat/>
    <w:rsid w:val="00E77A29"/>
    <w:pPr>
      <w:keepNext/>
      <w:keepLines/>
      <w:spacing w:before="200"/>
      <w:outlineLvl w:val="3"/>
    </w:pPr>
    <w:rPr>
      <w:rFonts w:ascii="Futura LT Book" w:eastAsia="MS Gothic" w:hAnsi="Futura LT Book"/>
      <w:bCs/>
      <w:i/>
      <w:iCs/>
    </w:rPr>
  </w:style>
  <w:style w:type="paragraph" w:styleId="berschrift5">
    <w:name w:val="heading 5"/>
    <w:aliases w:val="CI Überschrift 5"/>
    <w:basedOn w:val="CItext"/>
    <w:next w:val="CItext"/>
    <w:link w:val="berschrift5Zchn"/>
    <w:uiPriority w:val="9"/>
    <w:semiHidden/>
    <w:unhideWhenUsed/>
    <w:qFormat/>
    <w:rsid w:val="00E77A29"/>
    <w:pPr>
      <w:keepNext/>
      <w:keepLines/>
      <w:spacing w:before="40"/>
      <w:outlineLvl w:val="4"/>
    </w:pPr>
    <w:rPr>
      <w:rFonts w:ascii="Futura LT Book" w:eastAsiaTheme="majorEastAsia" w:hAnsi="Futura LT Book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Itext">
    <w:name w:val="CI text"/>
    <w:rsid w:val="000D76D4"/>
    <w:pPr>
      <w:spacing w:before="240" w:line="280" w:lineRule="atLeast"/>
      <w:jc w:val="both"/>
    </w:pPr>
    <w:rPr>
      <w:rFonts w:ascii="Proxima Nova Rg" w:hAnsi="Proxima Nova Rg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7B627E"/>
    <w:pPr>
      <w:tabs>
        <w:tab w:val="center" w:pos="4513"/>
        <w:tab w:val="right" w:pos="9026"/>
      </w:tabs>
    </w:pPr>
  </w:style>
  <w:style w:type="paragraph" w:styleId="Verzeichnis3">
    <w:name w:val="toc 3"/>
    <w:aliases w:val="CI Verzeichnis 3"/>
    <w:next w:val="Standard"/>
    <w:rsid w:val="0064519E"/>
    <w:pPr>
      <w:tabs>
        <w:tab w:val="right" w:leader="dot" w:pos="8959"/>
      </w:tabs>
      <w:spacing w:before="40" w:line="280" w:lineRule="atLeast"/>
      <w:ind w:left="1701" w:right="548" w:hanging="794"/>
      <w:jc w:val="both"/>
    </w:pPr>
    <w:rPr>
      <w:rFonts w:ascii="Proxima Nova Rg" w:hAnsi="Proxima Nova Rg"/>
      <w:sz w:val="24"/>
      <w:lang w:val="en-US"/>
    </w:rPr>
  </w:style>
  <w:style w:type="paragraph" w:styleId="Verzeichnis2">
    <w:name w:val="toc 2"/>
    <w:aliases w:val="CI Verzeichnis 2"/>
    <w:next w:val="Standard"/>
    <w:rsid w:val="0064519E"/>
    <w:pPr>
      <w:tabs>
        <w:tab w:val="left" w:pos="907"/>
        <w:tab w:val="right" w:leader="dot" w:pos="8959"/>
      </w:tabs>
      <w:spacing w:before="40" w:line="280" w:lineRule="atLeast"/>
      <w:ind w:left="907" w:right="548" w:hanging="454"/>
      <w:jc w:val="both"/>
    </w:pPr>
    <w:rPr>
      <w:rFonts w:ascii="Proxima Nova Rg" w:hAnsi="Proxima Nova Rg"/>
      <w:sz w:val="24"/>
      <w:lang w:val="en-US"/>
    </w:rPr>
  </w:style>
  <w:style w:type="paragraph" w:styleId="Verzeichnis1">
    <w:name w:val="toc 1"/>
    <w:aliases w:val="CI Verzeichnis 1"/>
    <w:next w:val="Standard"/>
    <w:rsid w:val="0064519E"/>
    <w:pPr>
      <w:tabs>
        <w:tab w:val="left" w:pos="454"/>
        <w:tab w:val="right" w:leader="dot" w:pos="8959"/>
      </w:tabs>
      <w:spacing w:before="40" w:line="280" w:lineRule="atLeast"/>
      <w:ind w:left="454" w:right="548" w:hanging="454"/>
      <w:jc w:val="both"/>
    </w:pPr>
    <w:rPr>
      <w:rFonts w:ascii="Proxima Nova Rg" w:hAnsi="Proxima Nova Rg"/>
      <w:sz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627E"/>
    <w:rPr>
      <w:rFonts w:ascii="Times" w:hAnsi="Times"/>
      <w:sz w:val="24"/>
    </w:rPr>
  </w:style>
  <w:style w:type="paragraph" w:customStyle="1" w:styleId="CIKopfzeileintern">
    <w:name w:val="CI Kopfzeile intern"/>
    <w:basedOn w:val="Standard"/>
    <w:qFormat/>
    <w:rsid w:val="000D76D4"/>
    <w:pPr>
      <w:tabs>
        <w:tab w:val="right" w:pos="9180"/>
      </w:tabs>
    </w:pPr>
    <w:rPr>
      <w:rFonts w:ascii="Futura LT Book" w:hAnsi="Futura LT Book"/>
      <w:caps/>
      <w:spacing w:val="20"/>
      <w:sz w:val="16"/>
    </w:rPr>
  </w:style>
  <w:style w:type="numbering" w:customStyle="1" w:styleId="CIberschriftengliederung">
    <w:name w:val="CI Überschriftengliederung"/>
    <w:basedOn w:val="KeineListe"/>
    <w:uiPriority w:val="99"/>
    <w:rsid w:val="00374F2C"/>
    <w:pPr>
      <w:numPr>
        <w:numId w:val="2"/>
      </w:numPr>
    </w:pPr>
  </w:style>
  <w:style w:type="character" w:customStyle="1" w:styleId="berschrift5Zchn">
    <w:name w:val="Überschrift 5 Zchn"/>
    <w:aliases w:val="CI Überschrift 5 Zchn"/>
    <w:basedOn w:val="Absatz-Standardschriftart"/>
    <w:link w:val="berschrift5"/>
    <w:uiPriority w:val="9"/>
    <w:semiHidden/>
    <w:rsid w:val="00E77A29"/>
    <w:rPr>
      <w:rFonts w:ascii="Futura LT Book" w:eastAsiaTheme="majorEastAsia" w:hAnsi="Futura LT Book" w:cstheme="majorBidi"/>
      <w:sz w:val="24"/>
    </w:rPr>
  </w:style>
  <w:style w:type="paragraph" w:customStyle="1" w:styleId="CIabstract">
    <w:name w:val="CI abstract"/>
    <w:next w:val="CItext"/>
    <w:rsid w:val="000D76D4"/>
    <w:pPr>
      <w:spacing w:before="400" w:line="320" w:lineRule="atLeast"/>
      <w:ind w:left="680" w:right="684"/>
      <w:jc w:val="both"/>
    </w:pPr>
    <w:rPr>
      <w:rFonts w:ascii="Proxima Nova Rg" w:hAnsi="Proxima Nova Rg"/>
      <w:i/>
      <w:sz w:val="24"/>
      <w:lang w:val="en-US"/>
    </w:rPr>
  </w:style>
  <w:style w:type="paragraph" w:customStyle="1" w:styleId="CIaddress">
    <w:name w:val="CI address"/>
    <w:next w:val="CIabstract"/>
    <w:rsid w:val="000D76D4"/>
    <w:pPr>
      <w:jc w:val="center"/>
    </w:pPr>
    <w:rPr>
      <w:rFonts w:ascii="Proxima Nova Rg" w:hAnsi="Proxima Nova Rg"/>
      <w:sz w:val="24"/>
      <w:lang w:val="en-US"/>
    </w:rPr>
  </w:style>
  <w:style w:type="paragraph" w:customStyle="1" w:styleId="CIauthor">
    <w:name w:val="CI author"/>
    <w:next w:val="CIaddress"/>
    <w:rsid w:val="00ED0A58"/>
    <w:pPr>
      <w:spacing w:after="280"/>
      <w:jc w:val="center"/>
    </w:pPr>
    <w:rPr>
      <w:rFonts w:ascii="Proxima Nova Rg" w:hAnsi="Proxima Nova Rg"/>
      <w:sz w:val="32"/>
      <w:lang w:val="en-US"/>
    </w:rPr>
  </w:style>
  <w:style w:type="paragraph" w:customStyle="1" w:styleId="CIenumeration">
    <w:name w:val="CI enumeration"/>
    <w:rsid w:val="00374F2C"/>
    <w:pPr>
      <w:numPr>
        <w:numId w:val="1"/>
      </w:numPr>
      <w:spacing w:before="120" w:line="280" w:lineRule="atLeast"/>
      <w:ind w:left="714" w:hanging="357"/>
      <w:jc w:val="both"/>
    </w:pPr>
    <w:rPr>
      <w:rFonts w:ascii="Proxima Nova Rg" w:hAnsi="Proxima Nova Rg"/>
      <w:sz w:val="24"/>
    </w:rPr>
  </w:style>
  <w:style w:type="paragraph" w:customStyle="1" w:styleId="CIequation">
    <w:name w:val="CI equation"/>
    <w:next w:val="Standard"/>
    <w:rsid w:val="00374F2C"/>
    <w:pPr>
      <w:keepLines/>
      <w:tabs>
        <w:tab w:val="center" w:pos="4360"/>
        <w:tab w:val="right" w:pos="8780"/>
      </w:tabs>
      <w:spacing w:before="40" w:line="280" w:lineRule="atLeast"/>
      <w:ind w:left="709"/>
    </w:pPr>
    <w:rPr>
      <w:rFonts w:ascii="Proxima Nova Rg" w:hAnsi="Proxima Nova Rg"/>
      <w:sz w:val="24"/>
      <w:lang w:val="en-US"/>
    </w:rPr>
  </w:style>
  <w:style w:type="paragraph" w:customStyle="1" w:styleId="CIfigure">
    <w:name w:val="CI figure"/>
    <w:next w:val="Standard"/>
    <w:rsid w:val="00374F2C"/>
    <w:pPr>
      <w:keepNext/>
      <w:keepLines/>
      <w:spacing w:before="180" w:after="180"/>
      <w:jc w:val="center"/>
    </w:pPr>
    <w:rPr>
      <w:rFonts w:ascii="Proxima Nova Rg" w:hAnsi="Proxima Nova Rg"/>
      <w:sz w:val="24"/>
      <w:lang w:val="en-US"/>
    </w:rPr>
  </w:style>
  <w:style w:type="paragraph" w:customStyle="1" w:styleId="CIfiguredescription">
    <w:name w:val="CI figure description"/>
    <w:next w:val="Standard"/>
    <w:rsid w:val="00374F2C"/>
    <w:pPr>
      <w:keepLines/>
      <w:spacing w:after="180"/>
      <w:ind w:left="1240" w:hanging="1220"/>
      <w:jc w:val="both"/>
    </w:pPr>
    <w:rPr>
      <w:rFonts w:ascii="Proxima Nova Rg" w:hAnsi="Proxima Nova Rg"/>
      <w:sz w:val="22"/>
      <w:lang w:val="en-US"/>
    </w:rPr>
  </w:style>
  <w:style w:type="paragraph" w:customStyle="1" w:styleId="CIreferences">
    <w:name w:val="CI references"/>
    <w:rsid w:val="00372342"/>
    <w:pPr>
      <w:spacing w:before="240"/>
      <w:ind w:left="567" w:hanging="567"/>
      <w:jc w:val="both"/>
    </w:pPr>
    <w:rPr>
      <w:rFonts w:ascii="Proxima Nova Rg" w:hAnsi="Proxima Nova Rg"/>
      <w:sz w:val="24"/>
    </w:rPr>
  </w:style>
  <w:style w:type="paragraph" w:customStyle="1" w:styleId="CIsubscript">
    <w:name w:val="CI subscript"/>
    <w:next w:val="Standard"/>
    <w:rsid w:val="00372342"/>
    <w:pPr>
      <w:spacing w:before="240" w:line="280" w:lineRule="atLeast"/>
      <w:jc w:val="both"/>
    </w:pPr>
    <w:rPr>
      <w:rFonts w:ascii="Proxima Nova Rg" w:hAnsi="Proxima Nova Rg"/>
      <w:position w:val="4"/>
      <w:sz w:val="18"/>
      <w:lang w:val="en-US"/>
    </w:rPr>
  </w:style>
  <w:style w:type="paragraph" w:customStyle="1" w:styleId="CIsuperscript">
    <w:name w:val="CI superscript"/>
    <w:rsid w:val="00372342"/>
    <w:pPr>
      <w:spacing w:before="240" w:line="280" w:lineRule="atLeast"/>
      <w:jc w:val="both"/>
    </w:pPr>
    <w:rPr>
      <w:rFonts w:ascii="Proxima Nova Rg" w:hAnsi="Proxima Nova Rg"/>
      <w:position w:val="6"/>
      <w:sz w:val="18"/>
      <w:lang w:val="en-US"/>
    </w:rPr>
  </w:style>
  <w:style w:type="paragraph" w:customStyle="1" w:styleId="CItabledescription">
    <w:name w:val="CI table description"/>
    <w:next w:val="Standard"/>
    <w:rsid w:val="00E77A29"/>
    <w:pPr>
      <w:keepLines/>
      <w:spacing w:before="240" w:after="180"/>
      <w:ind w:left="1240" w:hanging="1220"/>
      <w:jc w:val="both"/>
    </w:pPr>
    <w:rPr>
      <w:rFonts w:ascii="Proxima Nova Rg" w:hAnsi="Proxima Nova Rg"/>
      <w:sz w:val="22"/>
      <w:lang w:val="en-US"/>
    </w:rPr>
  </w:style>
  <w:style w:type="paragraph" w:customStyle="1" w:styleId="CItabletext">
    <w:name w:val="CI table text"/>
    <w:rsid w:val="00E77A29"/>
    <w:pPr>
      <w:keepNext/>
      <w:keepLines/>
      <w:spacing w:before="60" w:after="60" w:line="280" w:lineRule="atLeast"/>
      <w:jc w:val="center"/>
    </w:pPr>
    <w:rPr>
      <w:rFonts w:ascii="Proxima Nova Rg" w:hAnsi="Proxima Nova Rg"/>
    </w:rPr>
  </w:style>
  <w:style w:type="paragraph" w:customStyle="1" w:styleId="CItitle">
    <w:name w:val="CI title"/>
    <w:next w:val="CIauthor"/>
    <w:rsid w:val="00ED0A58"/>
    <w:pPr>
      <w:spacing w:after="360"/>
      <w:jc w:val="center"/>
    </w:pPr>
    <w:rPr>
      <w:rFonts w:ascii="Futura LT Book" w:hAnsi="Futura LT Book"/>
      <w:sz w:val="44"/>
    </w:rPr>
  </w:style>
  <w:style w:type="paragraph" w:customStyle="1" w:styleId="CIprogram">
    <w:name w:val="CI program"/>
    <w:basedOn w:val="Standard"/>
    <w:pPr>
      <w:spacing w:before="40" w:line="240" w:lineRule="atLeast"/>
      <w:jc w:val="left"/>
    </w:pPr>
    <w:rPr>
      <w:rFonts w:ascii="Courier" w:hAnsi="Courier"/>
      <w:sz w:val="20"/>
    </w:rPr>
  </w:style>
  <w:style w:type="paragraph" w:customStyle="1" w:styleId="CIlisting">
    <w:name w:val="CI listing"/>
    <w:basedOn w:val="CIenumeration"/>
    <w:pPr>
      <w:spacing w:before="0" w:line="240" w:lineRule="auto"/>
      <w:ind w:left="0" w:hanging="9"/>
      <w:jc w:val="left"/>
    </w:pPr>
    <w:rPr>
      <w:rFonts w:ascii="Courier" w:hAnsi="Courier"/>
      <w:sz w:val="18"/>
    </w:rPr>
  </w:style>
  <w:style w:type="character" w:customStyle="1" w:styleId="berschrift4Zchn">
    <w:name w:val="Überschrift 4 Zchn"/>
    <w:aliases w:val="CI Überschrift 4 Zchn"/>
    <w:link w:val="berschrift4"/>
    <w:uiPriority w:val="9"/>
    <w:rsid w:val="00E77A29"/>
    <w:rPr>
      <w:rFonts w:ascii="Futura LT Book" w:eastAsia="MS Gothic" w:hAnsi="Futura LT Book"/>
      <w:bCs/>
      <w:i/>
      <w:i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0F6CFC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6CFC"/>
    <w:rPr>
      <w:rFonts w:ascii="Times" w:hAnsi="Times"/>
      <w:sz w:val="24"/>
    </w:rPr>
  </w:style>
  <w:style w:type="table" w:styleId="Tabellenraster">
    <w:name w:val="Table Grid"/>
    <w:basedOn w:val="NormaleTabelle"/>
    <w:uiPriority w:val="59"/>
    <w:rsid w:val="000F6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I-Arial-berschriften-Gliederung">
    <w:name w:val="CI-Arial-Überschriften-Gliederung"/>
    <w:basedOn w:val="CIberschriftengliederung"/>
    <w:uiPriority w:val="99"/>
    <w:rsid w:val="00B6045F"/>
    <w:pPr>
      <w:numPr>
        <w:numId w:val="4"/>
      </w:numPr>
    </w:pPr>
  </w:style>
  <w:style w:type="paragraph" w:customStyle="1" w:styleId="CI-Arial-Text">
    <w:name w:val="CI-Arial-Text"/>
    <w:basedOn w:val="CItext"/>
    <w:qFormat/>
    <w:rsid w:val="0064519E"/>
    <w:rPr>
      <w:rFonts w:ascii="Arial" w:hAnsi="Arial"/>
      <w:sz w:val="22"/>
    </w:rPr>
  </w:style>
  <w:style w:type="paragraph" w:customStyle="1" w:styleId="CI-Arial-berschrift1">
    <w:name w:val="CI-Arial-Überschrift 1"/>
    <w:basedOn w:val="berschrift1"/>
    <w:next w:val="CI-Arial-Text"/>
    <w:qFormat/>
    <w:rsid w:val="00B6045F"/>
    <w:pPr>
      <w:numPr>
        <w:numId w:val="4"/>
      </w:numPr>
    </w:pPr>
    <w:rPr>
      <w:rFonts w:ascii="Arial" w:hAnsi="Arial"/>
    </w:rPr>
  </w:style>
  <w:style w:type="paragraph" w:customStyle="1" w:styleId="CI-Arial-berschrift2">
    <w:name w:val="CI-Arial-Überschrift 2"/>
    <w:basedOn w:val="berschrift2"/>
    <w:next w:val="CI-Arial-Text"/>
    <w:qFormat/>
    <w:rsid w:val="00B6045F"/>
    <w:pPr>
      <w:numPr>
        <w:numId w:val="4"/>
      </w:numPr>
    </w:pPr>
    <w:rPr>
      <w:rFonts w:ascii="Arial" w:hAnsi="Arial"/>
    </w:rPr>
  </w:style>
  <w:style w:type="paragraph" w:customStyle="1" w:styleId="CI-Arial-berschrift3">
    <w:name w:val="CI-Arial-Überschrift 3"/>
    <w:basedOn w:val="berschrift3"/>
    <w:next w:val="CI-Arial-Text"/>
    <w:qFormat/>
    <w:rsid w:val="00B6045F"/>
    <w:pPr>
      <w:numPr>
        <w:numId w:val="4"/>
      </w:numPr>
    </w:pPr>
    <w:rPr>
      <w:rFonts w:ascii="Arial" w:hAnsi="Arial"/>
    </w:rPr>
  </w:style>
  <w:style w:type="paragraph" w:customStyle="1" w:styleId="CI-Arial-Titel">
    <w:name w:val="CI-Arial-Titel"/>
    <w:basedOn w:val="CItitle"/>
    <w:next w:val="CI-Arial-Adress"/>
    <w:qFormat/>
    <w:rsid w:val="00DD3DDC"/>
    <w:rPr>
      <w:rFonts w:ascii="Arial" w:hAnsi="Arial"/>
    </w:rPr>
  </w:style>
  <w:style w:type="paragraph" w:customStyle="1" w:styleId="CI-Arial-Adress">
    <w:name w:val="CI-Arial-Adress"/>
    <w:basedOn w:val="CIaddress"/>
    <w:next w:val="CI-Arial-Text"/>
    <w:qFormat/>
    <w:rsid w:val="00DD3DDC"/>
    <w:rPr>
      <w:rFonts w:ascii="Arial" w:hAnsi="Arial"/>
    </w:rPr>
  </w:style>
  <w:style w:type="paragraph" w:customStyle="1" w:styleId="CI-Arial-Enumeration">
    <w:name w:val="CI-Arial-Enumeration"/>
    <w:basedOn w:val="CIenumeration"/>
    <w:qFormat/>
    <w:rsid w:val="00DD3DDC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1_CI\06_Verwaltung\Vorlagen\FitSeat%20-%20Externes%20Dokument_171011.dotx" TargetMode="External"/></Relationships>
</file>

<file path=word/theme/theme1.xml><?xml version="1.0" encoding="utf-8"?>
<a:theme xmlns:a="http://schemas.openxmlformats.org/drawingml/2006/main" name="FitSeat PPT Theme_210116">
  <a:themeElements>
    <a:clrScheme name="FitSeat_201103">
      <a:dk1>
        <a:srgbClr val="6B6865"/>
      </a:dk1>
      <a:lt1>
        <a:srgbClr val="EBE3D8"/>
      </a:lt1>
      <a:dk2>
        <a:srgbClr val="373F43"/>
      </a:dk2>
      <a:lt2>
        <a:srgbClr val="F3EFE9"/>
      </a:lt2>
      <a:accent1>
        <a:srgbClr val="107382"/>
      </a:accent1>
      <a:accent2>
        <a:srgbClr val="FFCC00"/>
      </a:accent2>
      <a:accent3>
        <a:srgbClr val="6C6458"/>
      </a:accent3>
      <a:accent4>
        <a:srgbClr val="B3A99A"/>
      </a:accent4>
      <a:accent5>
        <a:srgbClr val="FFFFFF"/>
      </a:accent5>
      <a:accent6>
        <a:srgbClr val="FFFFFF"/>
      </a:accent6>
      <a:hlink>
        <a:srgbClr val="107382"/>
      </a:hlink>
      <a:folHlink>
        <a:srgbClr val="373F43"/>
      </a:folHlink>
    </a:clrScheme>
    <a:fontScheme name="FitSeat Handschrift">
      <a:majorFont>
        <a:latin typeface="Fitseat _ Handschrift"/>
        <a:ea typeface=""/>
        <a:cs typeface=""/>
      </a:majorFont>
      <a:minorFont>
        <a:latin typeface="Fitseat _ Handschrift"/>
        <a:ea typeface=""/>
        <a:cs typeface=""/>
      </a:minorFont>
    </a:fontScheme>
    <a:fmtScheme name="Verbundene Kante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777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wrap="square">
        <a:spAutoFit/>
      </a:bodyPr>
      <a:lstStyle>
        <a:defPPr algn="l">
          <a:defRPr dirty="0">
            <a:latin typeface="Arial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r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0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pitchFamily="34" charset="0"/>
          </a:defRPr>
        </a:defPPr>
      </a:lstStyle>
    </a:lnDef>
    <a:txDef>
      <a:spPr>
        <a:noFill/>
      </a:spPr>
      <a:bodyPr wrap="none" rtlCol="0">
        <a:spAutoFit/>
      </a:bodyPr>
      <a:lstStyle>
        <a:defPPr algn="l">
          <a:defRPr dirty="0" smtClean="0">
            <a:latin typeface="Nunito" panose="00000500000000000000" pitchFamily="2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65BD"/>
        </a:dk2>
        <a:lt2>
          <a:srgbClr val="005293"/>
        </a:lt2>
        <a:accent1>
          <a:srgbClr val="A2AD00"/>
        </a:accent1>
        <a:accent2>
          <a:srgbClr val="E37222"/>
        </a:accent2>
        <a:accent3>
          <a:srgbClr val="AAB8DB"/>
        </a:accent3>
        <a:accent4>
          <a:srgbClr val="DADADA"/>
        </a:accent4>
        <a:accent5>
          <a:srgbClr val="CED3AA"/>
        </a:accent5>
        <a:accent6>
          <a:srgbClr val="CE671E"/>
        </a:accent6>
        <a:hlink>
          <a:srgbClr val="DAD7CB"/>
        </a:hlink>
        <a:folHlink>
          <a:srgbClr val="9C9D9F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FitSeat PPT Theme_210116" id="{00A4F09B-2FE7-4E4D-8174-E05094A890BC}" vid="{C7CAD0FB-3916-40A0-BD6C-E13D5FA073E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FitSeat - Externes Dokument_171011.dotx</Template>
  <TotalTime>0</TotalTime>
  <Pages>1</Pages>
  <Words>166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FitSeat | Mehr Gesundheit, Leistungfähigkeit und Wirtschaftlichkeit</vt:lpstr>
      <vt:lpstr/>
    </vt:vector>
  </TitlesOfParts>
  <Manager/>
  <Company/>
  <LinksUpToDate>false</LinksUpToDate>
  <CharactersWithSpaces>1215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FitSeat | Mehr Gesundheit, Leistungfähigkeit und Wirtschaftlichkeit</dc:title>
  <dc:subject/>
  <dc:creator>Dr.-Ing. Jan D.J. Gumprecht</dc:creator>
  <cp:keywords/>
  <dc:description/>
  <cp:lastModifiedBy>Dr.-Ing. Jan Gumprecht | FitSeat | Founder</cp:lastModifiedBy>
  <cp:revision>6</cp:revision>
  <cp:lastPrinted>2021-08-05T13:29:00Z</cp:lastPrinted>
  <dcterms:created xsi:type="dcterms:W3CDTF">2021-08-05T12:38:00Z</dcterms:created>
  <dcterms:modified xsi:type="dcterms:W3CDTF">2021-08-05T13:34:00Z</dcterms:modified>
  <cp:category/>
</cp:coreProperties>
</file>